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F9718D" w:rsidTr="00F9718D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6D130D">
            <w:r>
              <w:t xml:space="preserve">Приложение 8 </w:t>
            </w:r>
          </w:p>
        </w:tc>
      </w:tr>
      <w:tr w:rsidR="00F9718D" w:rsidTr="00F9718D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6D130D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F9718D" w:rsidTr="00F9718D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186F69">
            <w:r>
              <w:t xml:space="preserve">от </w:t>
            </w:r>
            <w:r w:rsidR="00186F69">
              <w:t xml:space="preserve">19.05.2022 </w:t>
            </w:r>
            <w:r>
              <w:t xml:space="preserve">№ </w:t>
            </w:r>
            <w:r w:rsidR="00186F69">
              <w:t>16-186</w:t>
            </w:r>
          </w:p>
        </w:tc>
      </w:tr>
      <w:tr w:rsidR="00F9718D" w:rsidTr="00F9718D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>
            <w:r>
              <w:t xml:space="preserve">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</w:tr>
      <w:tr w:rsidR="00F9718D" w:rsidTr="00F9718D">
        <w:trPr>
          <w:cantSplit/>
        </w:trPr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 xml:space="preserve">Источники финансирования дефицита бюджета муниципального образования «Город Саратов» на 2022 год </w:t>
            </w:r>
            <w:r w:rsidRPr="00F9718D">
              <w:br/>
            </w:r>
            <w:r>
              <w:t>и на плановый период 2023 и 2024 годов</w:t>
            </w:r>
          </w:p>
        </w:tc>
      </w:tr>
      <w:tr w:rsidR="00F9718D" w:rsidTr="00F9718D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тыс. руб.</w:t>
            </w:r>
          </w:p>
        </w:tc>
      </w:tr>
      <w:tr w:rsidR="00F9718D" w:rsidTr="00F9718D">
        <w:trPr>
          <w:cantSplit/>
          <w:trHeight w:val="285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Код</w:t>
            </w:r>
          </w:p>
        </w:tc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2022 год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2023 год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2024 год</w:t>
            </w:r>
          </w:p>
        </w:tc>
      </w:tr>
      <w:tr w:rsidR="00F9718D" w:rsidTr="00F9718D">
        <w:trPr>
          <w:cantSplit/>
          <w:trHeight w:val="285"/>
        </w:trPr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6D130D"/>
        </w:tc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718D" w:rsidRDefault="00F9718D" w:rsidP="006D130D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/>
        </w:tc>
        <w:tc>
          <w:tcPr>
            <w:tcW w:w="16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/>
        </w:tc>
        <w:tc>
          <w:tcPr>
            <w:tcW w:w="16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/>
        </w:tc>
      </w:tr>
    </w:tbl>
    <w:p w:rsidR="00F9718D" w:rsidRPr="00F9718D" w:rsidRDefault="00F9718D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F9718D" w:rsidTr="00F9718D">
        <w:trPr>
          <w:cantSplit/>
          <w:tblHeader/>
        </w:trPr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1</w:t>
            </w:r>
          </w:p>
        </w:tc>
        <w:tc>
          <w:tcPr>
            <w:tcW w:w="6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18D" w:rsidRDefault="00F9718D" w:rsidP="006D130D">
            <w:pPr>
              <w:jc w:val="center"/>
            </w:pPr>
            <w:r>
              <w:t>5</w:t>
            </w:r>
          </w:p>
        </w:tc>
      </w:tr>
      <w:tr w:rsidR="00F9718D" w:rsidTr="00F9718D">
        <w:trPr>
          <w:cantSplit/>
        </w:trPr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000 01 00 00 00 00 0000 000</w:t>
            </w:r>
          </w:p>
        </w:tc>
        <w:tc>
          <w:tcPr>
            <w:tcW w:w="6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9718D" w:rsidRDefault="00F9718D" w:rsidP="006D130D">
            <w:r>
              <w:t>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1 014 617,8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-243 226,0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-231 064,7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000 01 02 00 00 00 0000 000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Кредиты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689 252,3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000 01 02 00 00 00 0000 700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3 041 074,4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2 050 000,0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056 01 02 00 00 04 0000 710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3 041 074,4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2 050 000,0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000 01 02 00 00 00 0000 800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-2 351 822,1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-2 050 000,0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056 01 02 00 00 04 0000 810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-2 351 822,1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-2 050 000,0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000 01 03 00 00 00 0000 000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300 000,0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-243 226,0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-231 064,7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000 01 03 01 00 00 0000 000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300 000,0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-243 226,0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-231 064,7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000 01 03 01 00 00 0000 700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1 070 000,0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600 000,0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lastRenderedPageBreak/>
              <w:t>056 01 03 01 00 04 0000 710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1 070 000,0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600 000,0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056 01 03 01 00 04 0001 710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600 000,0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056 01 03 01 00 04 0002 710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300 000,0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000 01 03 01 00 00 0000 800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-843 226,0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-831 064,7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056 01 03 01 00 04 0000 810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-843 226,0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-831 064,7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056 01 03 01 00 04 0001 810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-600 000,0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056 01 03 01 00 04 0002 810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-243 226,0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-231 064,7</w:t>
            </w:r>
          </w:p>
        </w:tc>
      </w:tr>
      <w:tr w:rsidR="00F9718D" w:rsidTr="00F9718D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000 01 05 00 00 00 0000 000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F9718D" w:rsidRDefault="00F9718D" w:rsidP="006D130D">
            <w:r>
              <w:t>Изменение остатков средств на счетах по учету средств бюджетов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107 365,5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</w:tr>
      <w:tr w:rsidR="00F9718D" w:rsidTr="00F9718D">
        <w:trPr>
          <w:cantSplit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9718D" w:rsidRDefault="00F9718D" w:rsidP="006D130D">
            <w:pPr>
              <w:jc w:val="center"/>
            </w:pPr>
            <w:r>
              <w:t>000 01 06 00 00 00 0000 000</w:t>
            </w:r>
          </w:p>
        </w:tc>
        <w:tc>
          <w:tcPr>
            <w:tcW w:w="65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9718D" w:rsidRDefault="00F9718D" w:rsidP="006D130D">
            <w:r>
              <w:t>Иные 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-82 000,0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9718D" w:rsidRDefault="00F9718D" w:rsidP="006D130D">
            <w:pPr>
              <w:jc w:val="right"/>
            </w:pPr>
            <w:r>
              <w:t> </w:t>
            </w:r>
          </w:p>
        </w:tc>
      </w:tr>
      <w:tr w:rsidR="00F9718D" w:rsidTr="00F9718D">
        <w:trPr>
          <w:cantSplit/>
        </w:trPr>
        <w:tc>
          <w:tcPr>
            <w:tcW w:w="3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>
            <w:r>
              <w:t xml:space="preserve"> 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</w:tr>
      <w:tr w:rsidR="00F9718D" w:rsidTr="00F9718D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>
            <w:r>
              <w:t xml:space="preserve">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18D" w:rsidRDefault="00F9718D" w:rsidP="006D130D"/>
        </w:tc>
      </w:tr>
    </w:tbl>
    <w:p w:rsidR="00E2598B" w:rsidRPr="00186F69" w:rsidRDefault="00E2598B" w:rsidP="00186F69">
      <w:pPr>
        <w:rPr>
          <w:sz w:val="12"/>
        </w:rPr>
      </w:pPr>
    </w:p>
    <w:sectPr w:rsidR="00E2598B" w:rsidRPr="00186F69" w:rsidSect="00186F69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CE6" w:rsidRDefault="00104CE6" w:rsidP="00F9718D">
      <w:r>
        <w:separator/>
      </w:r>
    </w:p>
  </w:endnote>
  <w:endnote w:type="continuationSeparator" w:id="1">
    <w:p w:rsidR="00104CE6" w:rsidRDefault="00104CE6" w:rsidP="00F97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CE6" w:rsidRDefault="00104CE6" w:rsidP="00F9718D">
      <w:r>
        <w:separator/>
      </w:r>
    </w:p>
  </w:footnote>
  <w:footnote w:type="continuationSeparator" w:id="1">
    <w:p w:rsidR="00104CE6" w:rsidRDefault="00104CE6" w:rsidP="00F97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18D" w:rsidRDefault="00C61540" w:rsidP="007747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971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718D" w:rsidRDefault="00F971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18D" w:rsidRDefault="00C61540" w:rsidP="007747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971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6F69">
      <w:rPr>
        <w:rStyle w:val="a7"/>
        <w:noProof/>
      </w:rPr>
      <w:t>2</w:t>
    </w:r>
    <w:r>
      <w:rPr>
        <w:rStyle w:val="a7"/>
      </w:rPr>
      <w:fldChar w:fldCharType="end"/>
    </w:r>
  </w:p>
  <w:p w:rsidR="00F9718D" w:rsidRDefault="00F9718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F9718D"/>
    <w:rsid w:val="00104CE6"/>
    <w:rsid w:val="00186F69"/>
    <w:rsid w:val="002C3F39"/>
    <w:rsid w:val="003C3488"/>
    <w:rsid w:val="006808C6"/>
    <w:rsid w:val="00A24CAF"/>
    <w:rsid w:val="00B912FD"/>
    <w:rsid w:val="00C61540"/>
    <w:rsid w:val="00E2598B"/>
    <w:rsid w:val="00F127EC"/>
    <w:rsid w:val="00F6400A"/>
    <w:rsid w:val="00F9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71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718D"/>
  </w:style>
  <w:style w:type="paragraph" w:styleId="a5">
    <w:name w:val="footer"/>
    <w:basedOn w:val="a"/>
    <w:link w:val="a6"/>
    <w:uiPriority w:val="99"/>
    <w:semiHidden/>
    <w:unhideWhenUsed/>
    <w:rsid w:val="00F971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718D"/>
  </w:style>
  <w:style w:type="character" w:styleId="a7">
    <w:name w:val="page number"/>
    <w:basedOn w:val="a0"/>
    <w:uiPriority w:val="99"/>
    <w:semiHidden/>
    <w:unhideWhenUsed/>
    <w:rsid w:val="00F97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2</cp:revision>
  <cp:lastPrinted>2022-05-18T12:03:00Z</cp:lastPrinted>
  <dcterms:created xsi:type="dcterms:W3CDTF">2022-05-18T12:02:00Z</dcterms:created>
  <dcterms:modified xsi:type="dcterms:W3CDTF">2022-05-19T08:43:00Z</dcterms:modified>
</cp:coreProperties>
</file>